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D6B58" w14:textId="77777777" w:rsidR="001C5B6F" w:rsidRPr="004E4A91" w:rsidRDefault="001C5B6F" w:rsidP="000C7766">
      <w:pPr>
        <w:rPr>
          <w:rFonts w:ascii="Arial" w:hAnsi="Arial" w:cs="Arial"/>
          <w:sz w:val="12"/>
          <w:szCs w:val="12"/>
        </w:rPr>
      </w:pPr>
    </w:p>
    <w:p w14:paraId="795BD5EC" w14:textId="77777777" w:rsidR="00CF587C" w:rsidRPr="00421D94" w:rsidRDefault="00000000" w:rsidP="000C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794411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8pt;height:54.6pt">
            <v:imagedata r:id="rId12" o:title="GlowkaOgolnaJednOrgPIP"/>
          </v:shape>
        </w:pict>
      </w:r>
    </w:p>
    <w:p w14:paraId="532ABF76" w14:textId="77777777" w:rsidR="009D3ADC" w:rsidRPr="00B62EA6" w:rsidRDefault="009D3ADC" w:rsidP="000C7766">
      <w:pPr>
        <w:rPr>
          <w:rFonts w:ascii="Arial" w:hAnsi="Arial" w:cs="Arial"/>
          <w:color w:val="033D78"/>
        </w:rPr>
      </w:pPr>
    </w:p>
    <w:p w14:paraId="29FFEE1B" w14:textId="77777777" w:rsidR="009D1F01" w:rsidRDefault="009D1F01" w:rsidP="009D1F01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KodKreskowy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separate"/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  <w:r w:rsidR="009F427F">
        <w:pict w14:anchorId="58B66BEE">
          <v:shape id="_x0000_i1026" type="#_x0000_t75" style="width:145.2pt;height:30pt">
            <v:imagedata r:id="rId13" o:title="code"/>
          </v:shape>
        </w:pict>
      </w:r>
    </w:p>
    <w:p w14:paraId="5A5E4C49" w14:textId="77777777" w:rsidR="009D1F01" w:rsidRPr="00B86416" w:rsidRDefault="009D1F01" w:rsidP="009D1F01">
      <w:pPr>
        <w:rPr>
          <w:rFonts w:ascii="Arial" w:hAnsi="Arial" w:cs="Arial"/>
          <w:color w:val="033D78"/>
          <w:sz w:val="22"/>
          <w:szCs w:val="22"/>
        </w:rPr>
      </w:pPr>
    </w:p>
    <w:p w14:paraId="6EA17B7C" w14:textId="77777777" w:rsidR="009D1F01" w:rsidRDefault="009D1F01" w:rsidP="009D1F01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UNPPisma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separate"/>
      </w:r>
      <w:r>
        <w:rPr>
          <w:rFonts w:ascii="Arial" w:hAnsi="Arial" w:cs="Arial"/>
          <w:color w:val="033D78"/>
          <w:sz w:val="22"/>
          <w:szCs w:val="22"/>
        </w:rPr>
        <w:t>KR-25-30837</w:t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</w:p>
    <w:p w14:paraId="440B44A0" w14:textId="77777777" w:rsidR="009D1F01" w:rsidRPr="0069642D" w:rsidRDefault="009D1F01" w:rsidP="009D1F01">
      <w:pPr>
        <w:rPr>
          <w:rFonts w:ascii="Arial" w:hAnsi="Arial" w:cs="Arial"/>
          <w:color w:val="033D78"/>
          <w:sz w:val="22"/>
          <w:szCs w:val="22"/>
        </w:rPr>
      </w:pPr>
    </w:p>
    <w:tbl>
      <w:tblPr>
        <w:tblW w:w="8789" w:type="dxa"/>
        <w:tblInd w:w="108" w:type="dxa"/>
        <w:tblLook w:val="04A0" w:firstRow="1" w:lastRow="0" w:firstColumn="1" w:lastColumn="0" w:noHBand="0" w:noVBand="1"/>
      </w:tblPr>
      <w:tblGrid>
        <w:gridCol w:w="4962"/>
        <w:gridCol w:w="3827"/>
      </w:tblGrid>
      <w:tr w:rsidR="009D1F01" w:rsidRPr="00421D94" w14:paraId="48F52203" w14:textId="77777777" w:rsidTr="00D25AFE">
        <w:tc>
          <w:tcPr>
            <w:tcW w:w="4962" w:type="dxa"/>
          </w:tcPr>
          <w:p w14:paraId="7F547C46" w14:textId="77777777" w:rsidR="009D1F01" w:rsidRPr="00421D94" w:rsidRDefault="009D1F01" w:rsidP="00D25AFE">
            <w:pPr>
              <w:spacing w:line="360" w:lineRule="auto"/>
              <w:ind w:left="-105"/>
              <w:rPr>
                <w:rFonts w:ascii="Arial" w:hAnsi="Arial" w:cs="Arial"/>
                <w:sz w:val="22"/>
                <w:szCs w:val="22"/>
              </w:rPr>
            </w:pPr>
            <w:r w:rsidRPr="002166D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166D9">
              <w:rPr>
                <w:rFonts w:ascii="Arial" w:hAnsi="Arial" w:cs="Arial"/>
                <w:sz w:val="22"/>
                <w:szCs w:val="22"/>
              </w:rPr>
              <w:instrText xml:space="preserve"> DOCPROPERTY  ZnakPisma  \* MERGEFORMAT </w:instrTex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KR-POR-A.2102.3.2025.5</w: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827" w:type="dxa"/>
          </w:tcPr>
          <w:p w14:paraId="67307493" w14:textId="77777777" w:rsidR="009D1F01" w:rsidRPr="00421D94" w:rsidRDefault="009D1F01" w:rsidP="00D25AFE">
            <w:pPr>
              <w:tabs>
                <w:tab w:val="left" w:pos="5529"/>
              </w:tabs>
              <w:ind w:left="-108" w:right="-10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DaneJednostki2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Kraków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AktualnaData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2025-06-10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AktualnaData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7F26BB88" w14:textId="77777777" w:rsidR="009D1F01" w:rsidRPr="00421D94" w:rsidRDefault="009D1F01" w:rsidP="009D1F01">
      <w:pPr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14:paraId="0BF54692" w14:textId="77777777" w:rsidR="009D1F01" w:rsidRPr="00421D94" w:rsidRDefault="009D1F01" w:rsidP="009D1F01">
      <w:pPr>
        <w:jc w:val="both"/>
        <w:rPr>
          <w:rFonts w:ascii="Arial" w:hAnsi="Arial" w:cs="Arial"/>
          <w:sz w:val="22"/>
          <w:szCs w:val="22"/>
        </w:rPr>
      </w:pPr>
    </w:p>
    <w:p w14:paraId="5BA113BF" w14:textId="77777777" w:rsidR="009D1F01" w:rsidRPr="00421D94" w:rsidRDefault="009D1F01" w:rsidP="009D1F01">
      <w:pPr>
        <w:jc w:val="both"/>
        <w:rPr>
          <w:rFonts w:ascii="Arial" w:hAnsi="Arial" w:cs="Arial"/>
          <w:sz w:val="22"/>
          <w:szCs w:val="22"/>
        </w:rPr>
      </w:pPr>
    </w:p>
    <w:p w14:paraId="6A078743" w14:textId="77777777" w:rsidR="00EE779A" w:rsidRDefault="00EE779A" w:rsidP="00EE779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103F54">
        <w:rPr>
          <w:rFonts w:ascii="Arial" w:hAnsi="Arial" w:cs="Arial"/>
          <w:b/>
          <w:bCs/>
          <w:color w:val="000000"/>
        </w:rPr>
        <w:t>Informacja</w:t>
      </w:r>
    </w:p>
    <w:p w14:paraId="3DDCFE3E" w14:textId="77777777" w:rsidR="00EE779A" w:rsidRPr="00103F54" w:rsidRDefault="00EE779A" w:rsidP="00EE779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103F54">
        <w:rPr>
          <w:rFonts w:ascii="Arial" w:hAnsi="Arial" w:cs="Arial"/>
          <w:b/>
          <w:bCs/>
          <w:color w:val="000000"/>
        </w:rPr>
        <w:t xml:space="preserve"> o zbyciu zbędnych i zużytych składników majątku ruchomego</w:t>
      </w:r>
    </w:p>
    <w:p w14:paraId="62126664" w14:textId="77777777" w:rsidR="00EE779A" w:rsidRPr="00103F54" w:rsidRDefault="00EE779A" w:rsidP="00EE779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103F54">
        <w:rPr>
          <w:rFonts w:ascii="Arial" w:hAnsi="Arial" w:cs="Arial"/>
          <w:b/>
          <w:bCs/>
          <w:color w:val="000000"/>
        </w:rPr>
        <w:t>będących w posiadaniu Okręgowego Inspektoratu Pracy w</w:t>
      </w:r>
      <w:r>
        <w:rPr>
          <w:rFonts w:ascii="Arial" w:hAnsi="Arial" w:cs="Arial"/>
          <w:b/>
          <w:bCs/>
          <w:color w:val="000000"/>
        </w:rPr>
        <w:t xml:space="preserve"> Krakowie</w:t>
      </w:r>
    </w:p>
    <w:p w14:paraId="76EEEA4F" w14:textId="77777777" w:rsidR="00EE779A" w:rsidRPr="00EA2495" w:rsidRDefault="00EE779A" w:rsidP="00EE779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469FCCB0" w14:textId="77777777" w:rsidR="00EE779A" w:rsidRPr="00EA2495" w:rsidRDefault="00EE779A" w:rsidP="00EE779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Państwowa Inspekcja Pracy </w:t>
      </w:r>
      <w:r w:rsidRPr="00EA2495">
        <w:rPr>
          <w:rFonts w:ascii="Arial" w:hAnsi="Arial" w:cs="Arial"/>
          <w:color w:val="000000"/>
        </w:rPr>
        <w:t xml:space="preserve">Okręgowy Inspektorat Pracy </w:t>
      </w:r>
      <w:r>
        <w:rPr>
          <w:rFonts w:ascii="Arial" w:hAnsi="Arial" w:cs="Arial"/>
          <w:color w:val="000000"/>
        </w:rPr>
        <w:t>w  Krakowie,</w:t>
      </w:r>
      <w:r>
        <w:rPr>
          <w:rFonts w:ascii="Arial" w:hAnsi="Arial" w:cs="Arial"/>
          <w:color w:val="000000"/>
        </w:rPr>
        <w:br/>
        <w:t>pl. Szczepański 5 31-011 Kraków</w:t>
      </w:r>
      <w:r w:rsidRPr="00EA2495">
        <w:rPr>
          <w:rFonts w:ascii="Arial" w:hAnsi="Arial" w:cs="Arial"/>
          <w:color w:val="000000"/>
        </w:rPr>
        <w:t xml:space="preserve"> informuje, że posiada zbędne i zużyte składniki majątku ruchomego - wymienione w załączniku nr 1,  które zgodnie </w:t>
      </w:r>
      <w:r>
        <w:rPr>
          <w:rFonts w:ascii="Arial" w:hAnsi="Arial" w:cs="Arial"/>
          <w:color w:val="000000"/>
        </w:rPr>
        <w:br/>
      </w:r>
      <w:r w:rsidRPr="00EA2495">
        <w:rPr>
          <w:rFonts w:ascii="Arial" w:hAnsi="Arial" w:cs="Arial"/>
          <w:color w:val="000000"/>
        </w:rPr>
        <w:t>z rozporządzeniem Rady M</w:t>
      </w:r>
      <w:r>
        <w:rPr>
          <w:rFonts w:ascii="Arial" w:hAnsi="Arial" w:cs="Arial"/>
          <w:color w:val="000000"/>
        </w:rPr>
        <w:t xml:space="preserve">inistrów z dnia 21 października 2019 r. </w:t>
      </w:r>
      <w:r w:rsidRPr="00EA2495">
        <w:rPr>
          <w:rFonts w:ascii="Arial" w:hAnsi="Arial" w:cs="Arial"/>
          <w:color w:val="000000"/>
        </w:rPr>
        <w:t xml:space="preserve">w sprawie szczegółowego sposobu gospodarowania składnikami majątku ruchomego Skarbu Państwa (Dz.U. z 2023.r. poz. 2303 </w:t>
      </w:r>
      <w:r>
        <w:rPr>
          <w:rFonts w:ascii="Arial" w:hAnsi="Arial" w:cs="Arial"/>
          <w:color w:val="000000"/>
        </w:rPr>
        <w:t>ze zm.</w:t>
      </w:r>
      <w:r w:rsidRPr="00EA2495">
        <w:rPr>
          <w:rFonts w:ascii="Arial" w:hAnsi="Arial" w:cs="Arial"/>
          <w:color w:val="000000"/>
        </w:rPr>
        <w:t>) przeznaczone są do sprzedaży, nieodpłatnego przekazania lub darowizny.</w:t>
      </w:r>
    </w:p>
    <w:p w14:paraId="7B7C5CAB" w14:textId="5E536673" w:rsidR="00EE779A" w:rsidRDefault="00EE779A" w:rsidP="00803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r w:rsidRPr="00EA2495">
        <w:rPr>
          <w:rFonts w:ascii="Arial" w:hAnsi="Arial" w:cs="Arial"/>
          <w:color w:val="000000"/>
        </w:rPr>
        <w:t xml:space="preserve">Zainteresowani nabyciem </w:t>
      </w:r>
      <w:r>
        <w:rPr>
          <w:rFonts w:ascii="Arial" w:hAnsi="Arial" w:cs="Arial"/>
          <w:color w:val="000000"/>
        </w:rPr>
        <w:t xml:space="preserve">wymienionych </w:t>
      </w:r>
      <w:r w:rsidRPr="00EA2495">
        <w:rPr>
          <w:rFonts w:ascii="Arial" w:hAnsi="Arial" w:cs="Arial"/>
          <w:color w:val="000000"/>
        </w:rPr>
        <w:t>składników</w:t>
      </w:r>
      <w:r>
        <w:rPr>
          <w:rFonts w:ascii="Arial" w:hAnsi="Arial" w:cs="Arial"/>
          <w:color w:val="000000"/>
        </w:rPr>
        <w:t xml:space="preserve"> majątku</w:t>
      </w:r>
      <w:r w:rsidR="00803820">
        <w:rPr>
          <w:rFonts w:ascii="Arial" w:hAnsi="Arial" w:cs="Arial"/>
          <w:color w:val="000000"/>
        </w:rPr>
        <w:t xml:space="preserve"> </w:t>
      </w:r>
      <w:r w:rsidRPr="00EA2495">
        <w:rPr>
          <w:rFonts w:ascii="Arial" w:hAnsi="Arial" w:cs="Arial"/>
          <w:color w:val="000000"/>
        </w:rPr>
        <w:t xml:space="preserve">mogą przesyłać oferty </w:t>
      </w:r>
      <w:r>
        <w:rPr>
          <w:rFonts w:ascii="Arial" w:hAnsi="Arial" w:cs="Arial"/>
          <w:b/>
          <w:color w:val="000000"/>
        </w:rPr>
        <w:t>do dnia</w:t>
      </w:r>
      <w:r w:rsidR="00803820">
        <w:rPr>
          <w:rFonts w:ascii="Arial" w:hAnsi="Arial" w:cs="Arial"/>
          <w:b/>
          <w:color w:val="000000"/>
        </w:rPr>
        <w:t xml:space="preserve"> 24</w:t>
      </w:r>
      <w:r w:rsidR="006028B4">
        <w:rPr>
          <w:rFonts w:ascii="Arial" w:hAnsi="Arial" w:cs="Arial"/>
          <w:b/>
          <w:color w:val="000000"/>
        </w:rPr>
        <w:t xml:space="preserve"> </w:t>
      </w:r>
      <w:r w:rsidR="00803820">
        <w:rPr>
          <w:rFonts w:ascii="Arial" w:hAnsi="Arial" w:cs="Arial"/>
          <w:b/>
          <w:color w:val="000000"/>
        </w:rPr>
        <w:t xml:space="preserve">czerwca </w:t>
      </w:r>
      <w:r>
        <w:rPr>
          <w:rFonts w:ascii="Arial" w:hAnsi="Arial" w:cs="Arial"/>
          <w:b/>
          <w:color w:val="000000"/>
        </w:rPr>
        <w:t>202</w:t>
      </w:r>
      <w:r w:rsidR="006028B4">
        <w:rPr>
          <w:rFonts w:ascii="Arial" w:hAnsi="Arial" w:cs="Arial"/>
          <w:b/>
          <w:color w:val="000000"/>
        </w:rPr>
        <w:t>5</w:t>
      </w:r>
      <w:r>
        <w:rPr>
          <w:rFonts w:ascii="Arial" w:hAnsi="Arial" w:cs="Arial"/>
          <w:b/>
          <w:color w:val="000000"/>
        </w:rPr>
        <w:t xml:space="preserve"> r. do godz. 10</w:t>
      </w:r>
      <w:r w:rsidRPr="00EA2495">
        <w:rPr>
          <w:rFonts w:ascii="Arial" w:hAnsi="Arial" w:cs="Arial"/>
          <w:b/>
          <w:color w:val="000000"/>
        </w:rPr>
        <w:t xml:space="preserve">:00 na adres: </w:t>
      </w:r>
    </w:p>
    <w:p w14:paraId="17F0B761" w14:textId="77777777" w:rsidR="00803820" w:rsidRDefault="00803820" w:rsidP="00803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</w:p>
    <w:p w14:paraId="6CFBF910" w14:textId="77777777" w:rsidR="00EE779A" w:rsidRPr="00803820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803820">
        <w:rPr>
          <w:rFonts w:ascii="Arial" w:hAnsi="Arial" w:cs="Arial"/>
          <w:color w:val="000000"/>
        </w:rPr>
        <w:t xml:space="preserve">Państwowa Inspekcja Pracy </w:t>
      </w:r>
    </w:p>
    <w:p w14:paraId="198EDF37" w14:textId="77777777" w:rsidR="00EE779A" w:rsidRPr="00803820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803820">
        <w:rPr>
          <w:rFonts w:ascii="Arial" w:hAnsi="Arial" w:cs="Arial"/>
          <w:color w:val="000000"/>
        </w:rPr>
        <w:t>Okręgowy Inspektorat Pracy w Krakowie</w:t>
      </w:r>
    </w:p>
    <w:p w14:paraId="23F20726" w14:textId="77777777" w:rsidR="006028B4" w:rsidRPr="00803820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803820">
        <w:rPr>
          <w:rFonts w:ascii="Arial" w:hAnsi="Arial" w:cs="Arial"/>
          <w:color w:val="000000"/>
        </w:rPr>
        <w:t xml:space="preserve">plac Szczepański 5 </w:t>
      </w:r>
    </w:p>
    <w:p w14:paraId="1915F2F6" w14:textId="5D2307E0" w:rsidR="00EE779A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803820">
        <w:rPr>
          <w:rFonts w:ascii="Arial" w:hAnsi="Arial" w:cs="Arial"/>
          <w:color w:val="000000"/>
        </w:rPr>
        <w:t>31-011 Kraków</w:t>
      </w:r>
    </w:p>
    <w:p w14:paraId="7D9D19AD" w14:textId="77777777" w:rsidR="00803820" w:rsidRPr="00803820" w:rsidRDefault="00803820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7A1680C2" w14:textId="1709106D" w:rsidR="00EE779A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złożyć</w:t>
      </w:r>
      <w:r w:rsidRPr="00EA2495">
        <w:rPr>
          <w:rFonts w:ascii="Arial" w:hAnsi="Arial" w:cs="Arial"/>
          <w:color w:val="000000"/>
        </w:rPr>
        <w:t xml:space="preserve"> osobiście na adres:</w:t>
      </w:r>
    </w:p>
    <w:p w14:paraId="03EEEA4C" w14:textId="77777777" w:rsidR="00803820" w:rsidRDefault="00803820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C5697EC" w14:textId="77777777" w:rsidR="00EE779A" w:rsidRPr="00EA2495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Państwowa Inspekcja Pracy</w:t>
      </w:r>
    </w:p>
    <w:p w14:paraId="310F25E8" w14:textId="77777777" w:rsidR="00EE779A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Okręgowy Inspektorat Pracy w</w:t>
      </w:r>
      <w:r>
        <w:rPr>
          <w:rFonts w:ascii="Arial" w:hAnsi="Arial" w:cs="Arial"/>
          <w:color w:val="000000"/>
        </w:rPr>
        <w:t xml:space="preserve"> Krakowie</w:t>
      </w:r>
    </w:p>
    <w:p w14:paraId="49C31C57" w14:textId="77777777" w:rsidR="006028B4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plac Szczepański 5 </w:t>
      </w:r>
    </w:p>
    <w:p w14:paraId="2D2E01B6" w14:textId="17A5ABF9" w:rsidR="00EE779A" w:rsidRPr="00EA2495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31-011 Kraków</w:t>
      </w:r>
    </w:p>
    <w:p w14:paraId="59046115" w14:textId="77777777" w:rsidR="00EE779A" w:rsidRPr="00DE139C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dziennik podawczy </w:t>
      </w:r>
      <w:r w:rsidRPr="00EA2495">
        <w:rPr>
          <w:rFonts w:ascii="Arial" w:hAnsi="Arial" w:cs="Arial"/>
          <w:b/>
          <w:color w:val="000000"/>
        </w:rPr>
        <w:t xml:space="preserve">– parter, pok. nr </w:t>
      </w:r>
      <w:r>
        <w:rPr>
          <w:rFonts w:ascii="Arial" w:hAnsi="Arial" w:cs="Arial"/>
          <w:b/>
          <w:color w:val="000000"/>
        </w:rPr>
        <w:t xml:space="preserve">07A </w:t>
      </w:r>
      <w:r w:rsidRPr="00DE139C">
        <w:rPr>
          <w:rFonts w:ascii="Arial" w:hAnsi="Arial" w:cs="Arial"/>
          <w:color w:val="000000"/>
        </w:rPr>
        <w:t>w godz. 7:00 – 15:00 (od poniedziałku do piątku )</w:t>
      </w:r>
    </w:p>
    <w:p w14:paraId="180D44CA" w14:textId="77777777" w:rsidR="00EE779A" w:rsidRPr="00EA2495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5014AAE9" w14:textId="77777777" w:rsidR="00EE779A" w:rsidRDefault="00EE779A" w:rsidP="00803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 xml:space="preserve">Obowiązkowo przy składaniu oferty należy wypełnić arkusz ofertowy wg wzoru zamieszczonego w załączniku nr 2. </w:t>
      </w:r>
    </w:p>
    <w:p w14:paraId="43ED88F5" w14:textId="7C014685" w:rsidR="00EE779A" w:rsidRPr="006F089D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Oferty należy złożyć w zamkniętej (zaklejonej) kopercie z dopiskiem:</w:t>
      </w:r>
      <w:r>
        <w:rPr>
          <w:rFonts w:ascii="Arial" w:hAnsi="Arial" w:cs="Arial"/>
          <w:color w:val="000000"/>
        </w:rPr>
        <w:br/>
      </w:r>
      <w:r w:rsidRPr="00EA2495">
        <w:rPr>
          <w:rFonts w:ascii="Arial" w:hAnsi="Arial" w:cs="Arial"/>
          <w:i/>
          <w:color w:val="000000"/>
        </w:rPr>
        <w:t>,,Zbędne</w:t>
      </w:r>
      <w:r>
        <w:rPr>
          <w:rFonts w:ascii="Arial" w:hAnsi="Arial" w:cs="Arial"/>
          <w:i/>
          <w:color w:val="000000"/>
        </w:rPr>
        <w:t xml:space="preserve"> </w:t>
      </w:r>
      <w:r w:rsidRPr="00EA2495">
        <w:rPr>
          <w:rFonts w:ascii="Arial" w:hAnsi="Arial" w:cs="Arial"/>
          <w:i/>
          <w:color w:val="000000"/>
        </w:rPr>
        <w:t xml:space="preserve">i zużyte składniki rzeczowe majątku ruchomego </w:t>
      </w:r>
      <w:r>
        <w:rPr>
          <w:rFonts w:ascii="Arial" w:hAnsi="Arial" w:cs="Arial"/>
          <w:i/>
          <w:color w:val="000000"/>
        </w:rPr>
        <w:t xml:space="preserve">-  </w:t>
      </w:r>
      <w:r w:rsidRPr="00EA2495">
        <w:rPr>
          <w:rFonts w:ascii="Arial" w:hAnsi="Arial" w:cs="Arial"/>
        </w:rPr>
        <w:t xml:space="preserve">nie otwierać do </w:t>
      </w:r>
      <w:r w:rsidR="00803820" w:rsidRPr="00803820">
        <w:rPr>
          <w:rFonts w:ascii="Arial" w:hAnsi="Arial" w:cs="Arial"/>
          <w:bCs/>
        </w:rPr>
        <w:t>24</w:t>
      </w:r>
      <w:r w:rsidRPr="00803820">
        <w:rPr>
          <w:rFonts w:ascii="Arial" w:hAnsi="Arial" w:cs="Arial"/>
          <w:bCs/>
        </w:rPr>
        <w:t>.</w:t>
      </w:r>
      <w:r w:rsidR="00803820" w:rsidRPr="00803820">
        <w:rPr>
          <w:rFonts w:ascii="Arial" w:hAnsi="Arial" w:cs="Arial"/>
          <w:bCs/>
        </w:rPr>
        <w:t>06</w:t>
      </w:r>
      <w:r w:rsidRPr="00803820">
        <w:rPr>
          <w:rFonts w:ascii="Arial" w:hAnsi="Arial" w:cs="Arial"/>
          <w:bCs/>
        </w:rPr>
        <w:t>.2024</w:t>
      </w:r>
      <w:r w:rsidRPr="006F089D">
        <w:rPr>
          <w:rFonts w:ascii="Arial" w:hAnsi="Arial" w:cs="Arial"/>
          <w:bCs/>
        </w:rPr>
        <w:t xml:space="preserve"> r</w:t>
      </w:r>
      <w:r w:rsidRPr="006F089D">
        <w:rPr>
          <w:rFonts w:ascii="Arial" w:hAnsi="Arial" w:cs="Arial"/>
          <w:color w:val="000000"/>
        </w:rPr>
        <w:t>. do godz. 10:00</w:t>
      </w:r>
      <w:r w:rsidRPr="006F089D">
        <w:rPr>
          <w:rFonts w:ascii="Arial" w:hAnsi="Arial" w:cs="Arial"/>
          <w:bCs/>
        </w:rPr>
        <w:t xml:space="preserve"> </w:t>
      </w:r>
      <w:r w:rsidRPr="006F089D">
        <w:rPr>
          <w:rFonts w:ascii="Arial" w:hAnsi="Arial" w:cs="Arial"/>
        </w:rPr>
        <w:t>.”</w:t>
      </w:r>
    </w:p>
    <w:p w14:paraId="0AABF074" w14:textId="77777777" w:rsidR="00EE779A" w:rsidRPr="00EA2495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013456A1" w14:textId="10E79B9F" w:rsidR="00EE779A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Podmioty określone w § 38 oraz § 39</w:t>
      </w:r>
      <w:r w:rsidRPr="000429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 w:rsidRPr="00EA2495">
        <w:rPr>
          <w:rFonts w:ascii="Arial" w:hAnsi="Arial" w:cs="Arial"/>
          <w:color w:val="000000"/>
        </w:rPr>
        <w:t xml:space="preserve">ozporządzenia Rady Ministrów z dnia </w:t>
      </w:r>
      <w:r>
        <w:rPr>
          <w:rFonts w:ascii="Arial" w:hAnsi="Arial" w:cs="Arial"/>
          <w:color w:val="000000"/>
        </w:rPr>
        <w:t xml:space="preserve">                    </w:t>
      </w:r>
      <w:r w:rsidRPr="00EA2495">
        <w:rPr>
          <w:rFonts w:ascii="Arial" w:hAnsi="Arial" w:cs="Arial"/>
          <w:color w:val="000000"/>
        </w:rPr>
        <w:t>21 października 2019 r. w sprawie szczegółowego sposobu gospodarowania składnikami majątku ruchomego Skarbu Państwa (</w:t>
      </w:r>
      <w:r>
        <w:rPr>
          <w:rFonts w:ascii="Arial" w:hAnsi="Arial" w:cs="Arial"/>
          <w:color w:val="000000"/>
        </w:rPr>
        <w:t xml:space="preserve">Dz.U. z 2023.r. poz. 2303 ze zm.) </w:t>
      </w:r>
      <w:r w:rsidRPr="00EA2495">
        <w:rPr>
          <w:rFonts w:ascii="Arial" w:hAnsi="Arial" w:cs="Arial"/>
          <w:color w:val="000000"/>
        </w:rPr>
        <w:t xml:space="preserve">zainteresowane otrzymaniem składników majątku wymienionych </w:t>
      </w:r>
      <w:r>
        <w:rPr>
          <w:rFonts w:ascii="Arial" w:hAnsi="Arial" w:cs="Arial"/>
          <w:color w:val="000000"/>
        </w:rPr>
        <w:t xml:space="preserve">                                           </w:t>
      </w:r>
      <w:r w:rsidRPr="00EA2495">
        <w:rPr>
          <w:rFonts w:ascii="Arial" w:hAnsi="Arial" w:cs="Arial"/>
          <w:color w:val="000000"/>
        </w:rPr>
        <w:t xml:space="preserve">w załączniku nr 1 w formie nieodpłatnego przekazania lub darowizny składają pisemne wnioski. Wnioski należy złożyć zgodnie z zapisami § 38 oraz § 39 </w:t>
      </w:r>
      <w:r>
        <w:rPr>
          <w:rFonts w:ascii="Arial" w:hAnsi="Arial" w:cs="Arial"/>
          <w:color w:val="000000"/>
        </w:rPr>
        <w:br/>
        <w:t xml:space="preserve">ww. rozporządzenia. </w:t>
      </w:r>
      <w:r w:rsidRPr="00042962">
        <w:rPr>
          <w:rFonts w:ascii="Arial" w:hAnsi="Arial" w:cs="Arial"/>
          <w:color w:val="000000"/>
        </w:rPr>
        <w:t xml:space="preserve">Do wniosku o darowiznę lub nieodpłatne przekazanie wymagane jest dołączenie dokumentu umożliwiającego potwierdzenie statusu prawnego podmiotu. </w:t>
      </w:r>
    </w:p>
    <w:p w14:paraId="4FEC12B6" w14:textId="77777777" w:rsidR="00EE779A" w:rsidRPr="00EA2495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  <w:r w:rsidRPr="00EA2495">
        <w:rPr>
          <w:rFonts w:ascii="Arial" w:hAnsi="Arial" w:cs="Arial"/>
          <w:b/>
          <w:bCs/>
          <w:color w:val="000000"/>
        </w:rPr>
        <w:t>Istotne postanowienia</w:t>
      </w:r>
      <w:r w:rsidRPr="00EA2495">
        <w:rPr>
          <w:rFonts w:ascii="Arial" w:hAnsi="Arial" w:cs="Arial"/>
          <w:color w:val="000000"/>
        </w:rPr>
        <w:t>:</w:t>
      </w:r>
    </w:p>
    <w:p w14:paraId="2E96C11D" w14:textId="77777777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złożenia oferty niepodpisanej,</w:t>
      </w:r>
      <w:r w:rsidRPr="00EA2495">
        <w:rPr>
          <w:rFonts w:ascii="Arial" w:hAnsi="Arial" w:cs="Arial"/>
        </w:rPr>
        <w:t xml:space="preserve"> nieprawidłowo wypełnionej lub złożenia </w:t>
      </w:r>
      <w:r>
        <w:rPr>
          <w:rFonts w:ascii="Arial" w:hAnsi="Arial" w:cs="Arial"/>
        </w:rPr>
        <w:t xml:space="preserve">           </w:t>
      </w:r>
      <w:r w:rsidRPr="00EA2495">
        <w:rPr>
          <w:rFonts w:ascii="Arial" w:hAnsi="Arial" w:cs="Arial"/>
        </w:rPr>
        <w:t xml:space="preserve">w innym </w:t>
      </w:r>
      <w:r>
        <w:rPr>
          <w:rFonts w:ascii="Arial" w:hAnsi="Arial" w:cs="Arial"/>
        </w:rPr>
        <w:t xml:space="preserve">terminie lub miejscu niż wskazane -  </w:t>
      </w:r>
      <w:r w:rsidRPr="00EA2495">
        <w:rPr>
          <w:rFonts w:ascii="Arial" w:hAnsi="Arial" w:cs="Arial"/>
        </w:rPr>
        <w:t xml:space="preserve"> oferta nie zostanie rozpatrzona, staje się nieważna i podlega odrzuceniu.</w:t>
      </w:r>
    </w:p>
    <w:p w14:paraId="687B312D" w14:textId="77777777" w:rsidR="00EE779A" w:rsidRPr="00727E82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27E82">
        <w:rPr>
          <w:rFonts w:ascii="Arial" w:hAnsi="Arial" w:cs="Arial"/>
        </w:rPr>
        <w:t xml:space="preserve">W przypadku ofert składanych osobiście lub za pośrednictwem poczty tradycyjnej/kurierskiej oferta musi być podpisana odręcznie czytelnym podpisem lub podpisem opatrzonym imienną pieczęcią. Prawo nabycia składnika przysługuje Oferentowi, który zaproponuje najwyższą cenę brutto wskazanego składnika. </w:t>
      </w:r>
    </w:p>
    <w:p w14:paraId="591A7BAA" w14:textId="38C74293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Cena jednostkowa brutto zaproponowana przez Oferenta nie może być niższa </w:t>
      </w:r>
      <w:r w:rsidR="00803820">
        <w:rPr>
          <w:rFonts w:ascii="Arial" w:hAnsi="Arial" w:cs="Arial"/>
        </w:rPr>
        <w:br/>
      </w:r>
      <w:r w:rsidRPr="00EA2495">
        <w:rPr>
          <w:rFonts w:ascii="Arial" w:hAnsi="Arial" w:cs="Arial"/>
        </w:rPr>
        <w:t xml:space="preserve">od ceny jednostkowej brutto oferowanych składników. </w:t>
      </w:r>
    </w:p>
    <w:p w14:paraId="68070D4F" w14:textId="77777777" w:rsidR="00EE779A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W przypadku, gdy co najmniej dwóch Oferentów będzie zainteresowanych nabyciem </w:t>
      </w:r>
      <w:r>
        <w:rPr>
          <w:rFonts w:ascii="Arial" w:hAnsi="Arial" w:cs="Arial"/>
        </w:rPr>
        <w:t>tego samego</w:t>
      </w:r>
      <w:r w:rsidRPr="00EA2495">
        <w:rPr>
          <w:rFonts w:ascii="Arial" w:hAnsi="Arial" w:cs="Arial"/>
        </w:rPr>
        <w:t xml:space="preserve"> składnika i zaproponują oni identyczną cenę, wówczas Sprzedający, uwzględniając wymienioną sytuację, poprosi zainteresowanych o złożenie ponownej oferty kupna.</w:t>
      </w:r>
    </w:p>
    <w:p w14:paraId="719686C2" w14:textId="77777777" w:rsidR="00EE779A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 Oferentami, którzy złożyli najwyższe oferty zakupu zostanie zawarta umowa sprzedaży.</w:t>
      </w:r>
    </w:p>
    <w:p w14:paraId="36BCB25E" w14:textId="77777777" w:rsidR="00EE779A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Warunkiem nabycia składników jest dokonanie przelewu na rachunek Okręgowego Inspektoratu Pracy w Krakowie (wskazany w umowie) w wyznaczonym przez Sprzedającego terminie.</w:t>
      </w:r>
    </w:p>
    <w:p w14:paraId="00139D97" w14:textId="77777777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Wydanie przedmiotu sprzedaży nastąpi po zarejestrowaniu wpływu środków na konto bankowe, w terminie i miejscu uzgodnionym ze Sprzedającym. </w:t>
      </w:r>
    </w:p>
    <w:p w14:paraId="0B914A61" w14:textId="77777777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nie wypełnienia warunków (pkt 5 - </w:t>
      </w:r>
      <w:r w:rsidRPr="00EA2495">
        <w:rPr>
          <w:rFonts w:ascii="Arial" w:hAnsi="Arial" w:cs="Arial"/>
        </w:rPr>
        <w:t xml:space="preserve">7) składniki nie zostaną sprzedane </w:t>
      </w:r>
      <w:r w:rsidRPr="00EA2495">
        <w:rPr>
          <w:rFonts w:ascii="Arial" w:hAnsi="Arial" w:cs="Arial"/>
        </w:rPr>
        <w:br/>
        <w:t xml:space="preserve">i wydane, a złożona oferta stanie się nieważna. Sprzedający wybierze kolejną najkorzystniejszą ofertę kupna spośród pozostałych ofert. </w:t>
      </w:r>
    </w:p>
    <w:p w14:paraId="5FDF1845" w14:textId="77777777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Okręgowy Inspektorat Pracy </w:t>
      </w:r>
      <w:r>
        <w:rPr>
          <w:rFonts w:ascii="Arial" w:hAnsi="Arial" w:cs="Arial"/>
        </w:rPr>
        <w:t>w Krakowie</w:t>
      </w:r>
      <w:r w:rsidRPr="00EA2495">
        <w:rPr>
          <w:rFonts w:ascii="Arial" w:hAnsi="Arial" w:cs="Arial"/>
        </w:rPr>
        <w:t xml:space="preserve"> nie jest płatnikiem VAT.</w:t>
      </w:r>
    </w:p>
    <w:p w14:paraId="0CB2FCEF" w14:textId="77777777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Wszelkie koszty związane z odbiorem składników ponosi Oferent. </w:t>
      </w:r>
    </w:p>
    <w:p w14:paraId="499E135F" w14:textId="77777777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Sprzedający nie udziela gwarancji na upłynnione składniki, nie dokonuje ich wymiany i nie przyjmuje ich zwrotu. </w:t>
      </w:r>
    </w:p>
    <w:p w14:paraId="505A0657" w14:textId="77777777" w:rsidR="00EE779A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Sprzedający zastrzega sobie prawo odwołania sprzedaży w każdym czasie bez podania przyczyn, a zainteresowanym nie przysługują z tego tytułu żadne roszczenia.</w:t>
      </w:r>
    </w:p>
    <w:p w14:paraId="28B227DA" w14:textId="77777777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Rozpatrzenie wniosku o darowiznę lub nieodpłatne przekazanie zostanie dokonane </w:t>
      </w:r>
      <w:r>
        <w:rPr>
          <w:rFonts w:ascii="Arial" w:hAnsi="Arial" w:cs="Arial"/>
        </w:rPr>
        <w:br/>
        <w:t xml:space="preserve">w przypadku braku ofert kupna składników majątku. </w:t>
      </w:r>
    </w:p>
    <w:p w14:paraId="55AF8D6B" w14:textId="77777777" w:rsidR="00EE779A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Ogólna informacja o stanie technicznym składników została </w:t>
      </w:r>
      <w:r>
        <w:rPr>
          <w:rFonts w:ascii="Arial" w:hAnsi="Arial" w:cs="Arial"/>
        </w:rPr>
        <w:t>zawarta</w:t>
      </w:r>
      <w:r w:rsidRPr="00EA2495">
        <w:rPr>
          <w:rFonts w:ascii="Arial" w:hAnsi="Arial" w:cs="Arial"/>
        </w:rPr>
        <w:t xml:space="preserve"> w załączniku </w:t>
      </w:r>
      <w:r>
        <w:rPr>
          <w:rFonts w:ascii="Arial" w:hAnsi="Arial" w:cs="Arial"/>
        </w:rPr>
        <w:t xml:space="preserve">               </w:t>
      </w:r>
      <w:r w:rsidRPr="00EA2495">
        <w:rPr>
          <w:rFonts w:ascii="Arial" w:hAnsi="Arial" w:cs="Arial"/>
        </w:rPr>
        <w:t xml:space="preserve">nr 1. </w:t>
      </w:r>
    </w:p>
    <w:p w14:paraId="4AD116B1" w14:textId="6819971E" w:rsidR="00EE779A" w:rsidRPr="00EA2495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zapoznania się ze stanem technicznym składników wystawionych </w:t>
      </w:r>
      <w:r w:rsidR="00803820">
        <w:rPr>
          <w:rFonts w:ascii="Arial" w:hAnsi="Arial" w:cs="Arial"/>
        </w:rPr>
        <w:br/>
      </w:r>
      <w:r>
        <w:rPr>
          <w:rFonts w:ascii="Arial" w:hAnsi="Arial" w:cs="Arial"/>
        </w:rPr>
        <w:t xml:space="preserve">do sprzedaży, możliwe jest dokonanie oględzin  po wcześniejszym uzgodnieniu terminu. </w:t>
      </w:r>
    </w:p>
    <w:p w14:paraId="52604F74" w14:textId="77777777" w:rsidR="00EE779A" w:rsidRDefault="00EE779A" w:rsidP="00EE77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Dodatkowe informacje można uzyskać pod nr tel. </w:t>
      </w:r>
      <w:r>
        <w:rPr>
          <w:rFonts w:ascii="Arial" w:hAnsi="Arial" w:cs="Arial"/>
        </w:rPr>
        <w:t>12 424 04 81</w:t>
      </w:r>
    </w:p>
    <w:p w14:paraId="7CD9CA8F" w14:textId="77777777" w:rsidR="00EE779A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CDE7DB0" w14:textId="77777777" w:rsidR="00803820" w:rsidRDefault="00803820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4A3CC1C4" w14:textId="77777777" w:rsidR="00EE779A" w:rsidRDefault="00EE779A" w:rsidP="00EE779A">
      <w:pPr>
        <w:tabs>
          <w:tab w:val="left" w:pos="4536"/>
        </w:tabs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Klauzula informacyjna dotycząca ochrony danych osób fizycznych</w:t>
      </w:r>
    </w:p>
    <w:p w14:paraId="17E252C0" w14:textId="77777777" w:rsidR="00EE779A" w:rsidRPr="00803820" w:rsidRDefault="00EE779A" w:rsidP="008038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Pr="00803820">
        <w:rPr>
          <w:rFonts w:ascii="Arial" w:hAnsi="Arial" w:cs="Arial"/>
        </w:rPr>
        <w:t>Zgodnie z art. 13 Rozporządzenia Parlamentu Europejskiego i Rady (UE) 2016/679 z dnia 27 kwietnia 2016 r. w sprawie ochrony osób fizycznych                       w związku z przetwarzaniem danych osobowych i w sprawie swobodnego przepływu takich danych oraz uchylenia dyrektywy 95/46/WE (RODO), Okręgowy Inspektor Pracy  w Krakowie informuje, że:</w:t>
      </w:r>
    </w:p>
    <w:p w14:paraId="608D3B5B" w14:textId="2B644820" w:rsidR="00EE779A" w:rsidRPr="00803820" w:rsidRDefault="00EE779A" w:rsidP="008038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803820">
        <w:rPr>
          <w:rFonts w:ascii="Arial" w:hAnsi="Arial" w:cs="Arial"/>
        </w:rPr>
        <w:t>a.</w:t>
      </w:r>
      <w:r w:rsidRPr="00803820">
        <w:rPr>
          <w:rFonts w:ascii="Arial" w:hAnsi="Arial" w:cs="Arial"/>
        </w:rPr>
        <w:tab/>
        <w:t>administratorem danych osobowych jest Okręgowy Inspektor Pracy</w:t>
      </w:r>
      <w:r w:rsidR="00803820">
        <w:rPr>
          <w:rFonts w:ascii="Arial" w:hAnsi="Arial" w:cs="Arial"/>
        </w:rPr>
        <w:t xml:space="preserve"> </w:t>
      </w:r>
      <w:r w:rsidRPr="00803820">
        <w:rPr>
          <w:rFonts w:ascii="Arial" w:hAnsi="Arial" w:cs="Arial"/>
        </w:rPr>
        <w:t xml:space="preserve">w Krakowie, </w:t>
      </w:r>
      <w:r w:rsidR="00803820">
        <w:rPr>
          <w:rFonts w:ascii="Arial" w:hAnsi="Arial" w:cs="Arial"/>
        </w:rPr>
        <w:br/>
      </w:r>
      <w:r w:rsidRPr="00803820">
        <w:rPr>
          <w:rFonts w:ascii="Arial" w:hAnsi="Arial" w:cs="Arial"/>
        </w:rPr>
        <w:t>z siedzibą przy Placu Szczepańskim 5, 31-011 Kraków;</w:t>
      </w:r>
    </w:p>
    <w:p w14:paraId="252B0753" w14:textId="25A50F58" w:rsidR="00EE779A" w:rsidRPr="00803820" w:rsidRDefault="00EE779A" w:rsidP="008038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803820">
        <w:rPr>
          <w:rFonts w:ascii="Arial" w:hAnsi="Arial" w:cs="Arial"/>
        </w:rPr>
        <w:t>b.</w:t>
      </w:r>
      <w:r w:rsidRPr="00803820">
        <w:rPr>
          <w:rFonts w:ascii="Arial" w:hAnsi="Arial" w:cs="Arial"/>
        </w:rPr>
        <w:tab/>
        <w:t xml:space="preserve">administrator powołał inspektora ochrony danych nadzorującego prawidłowość przetwarzania danych osobowych, z którym można skontaktować </w:t>
      </w:r>
      <w:r w:rsidR="00803820">
        <w:rPr>
          <w:rFonts w:ascii="Arial" w:hAnsi="Arial" w:cs="Arial"/>
        </w:rPr>
        <w:br/>
      </w:r>
      <w:r w:rsidRPr="00803820">
        <w:rPr>
          <w:rFonts w:ascii="Arial" w:hAnsi="Arial" w:cs="Arial"/>
        </w:rPr>
        <w:t xml:space="preserve">się za pośrednictwem adresu e-mail: </w:t>
      </w:r>
      <w:hyperlink r:id="rId14" w:history="1">
        <w:r w:rsidRPr="00803820">
          <w:rPr>
            <w:rFonts w:ascii="Arial" w:hAnsi="Arial" w:cs="Arial"/>
            <w:color w:val="0070C0"/>
            <w:u w:val="single"/>
          </w:rPr>
          <w:t>iod@krakow.pip.gov.pl</w:t>
        </w:r>
      </w:hyperlink>
      <w:r w:rsidRPr="00803820">
        <w:rPr>
          <w:rFonts w:ascii="Arial" w:hAnsi="Arial" w:cs="Arial"/>
        </w:rPr>
        <w:t xml:space="preserve">, </w:t>
      </w:r>
    </w:p>
    <w:p w14:paraId="7EC4B8E4" w14:textId="484A5E89" w:rsidR="00EE779A" w:rsidRPr="00803820" w:rsidRDefault="00EE779A" w:rsidP="008038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803820">
        <w:rPr>
          <w:rFonts w:ascii="Arial" w:hAnsi="Arial" w:cs="Arial"/>
        </w:rPr>
        <w:lastRenderedPageBreak/>
        <w:t>c.</w:t>
      </w:r>
      <w:r w:rsidRPr="00803820">
        <w:rPr>
          <w:rFonts w:ascii="Arial" w:hAnsi="Arial" w:cs="Arial"/>
        </w:rPr>
        <w:tab/>
        <w:t xml:space="preserve">dane osobowe przetwarzane będą w celu realizacji umowy zawartej                     </w:t>
      </w:r>
      <w:r w:rsidR="00803820">
        <w:rPr>
          <w:rFonts w:ascii="Arial" w:hAnsi="Arial" w:cs="Arial"/>
        </w:rPr>
        <w:br/>
      </w:r>
      <w:r w:rsidRPr="00803820">
        <w:rPr>
          <w:rFonts w:ascii="Arial" w:hAnsi="Arial" w:cs="Arial"/>
        </w:rPr>
        <w:t>w wyniku postępowania o udzielenie zamówienia publicznego.</w:t>
      </w:r>
    </w:p>
    <w:p w14:paraId="5BF5F671" w14:textId="321F5C83" w:rsidR="00EE779A" w:rsidRPr="00803820" w:rsidRDefault="00EE779A" w:rsidP="008038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803820">
        <w:rPr>
          <w:rFonts w:ascii="Arial" w:hAnsi="Arial" w:cs="Arial"/>
        </w:rPr>
        <w:t>2.</w:t>
      </w:r>
      <w:r w:rsidRPr="00803820">
        <w:rPr>
          <w:rFonts w:ascii="Arial" w:hAnsi="Arial" w:cs="Arial"/>
        </w:rPr>
        <w:tab/>
        <w:t xml:space="preserve">Szczegółowe informacje dot. RODO znajdują się na stronie: </w:t>
      </w:r>
      <w:hyperlink r:id="rId15" w:history="1">
        <w:r w:rsidRPr="00803820">
          <w:rPr>
            <w:rFonts w:ascii="Arial" w:hAnsi="Arial" w:cs="Arial"/>
            <w:color w:val="0070C0"/>
            <w:u w:val="single"/>
          </w:rPr>
          <w:t>www.krakow.pip.gov.pl/klauzula-informacyjna</w:t>
        </w:r>
      </w:hyperlink>
      <w:r w:rsidR="00803820">
        <w:rPr>
          <w:rFonts w:ascii="Arial" w:hAnsi="Arial" w:cs="Arial"/>
        </w:rPr>
        <w:t xml:space="preserve"> </w:t>
      </w:r>
      <w:r w:rsidRPr="00803820">
        <w:rPr>
          <w:rFonts w:ascii="Arial" w:hAnsi="Arial" w:cs="Arial"/>
        </w:rPr>
        <w:t>.</w:t>
      </w:r>
    </w:p>
    <w:p w14:paraId="05FC3162" w14:textId="77777777" w:rsidR="00EE779A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6FF3865" w14:textId="77777777" w:rsidR="00EE779A" w:rsidRDefault="00EE779A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Załączniki: </w:t>
      </w:r>
    </w:p>
    <w:p w14:paraId="78235294" w14:textId="4D81AE88" w:rsidR="00EE779A" w:rsidRPr="006B7AFA" w:rsidRDefault="00000000" w:rsidP="00EE77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 w14:anchorId="546B6F71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256.5pt;margin-top:.95pt;width:21.5pt;height:21.25pt;z-index: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" filled="f" stroked="f">
            <v:textbox style="mso-fit-shape-to-text:t">
              <w:txbxContent>
                <w:p w14:paraId="586A5537" w14:textId="77777777" w:rsidR="00EE779A" w:rsidRPr="00C27779" w:rsidRDefault="00EE779A" w:rsidP="00EE77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xbxContent>
            </v:textbox>
          </v:shape>
        </w:pict>
      </w:r>
      <w:r w:rsidR="00EE779A">
        <w:rPr>
          <w:rFonts w:ascii="Arial" w:hAnsi="Arial" w:cs="Arial"/>
          <w:sz w:val="20"/>
          <w:szCs w:val="20"/>
        </w:rPr>
        <w:t xml:space="preserve"> nr 1</w:t>
      </w:r>
      <w:r w:rsidR="00EE779A" w:rsidRPr="006B7AFA">
        <w:rPr>
          <w:rFonts w:ascii="Arial" w:hAnsi="Arial" w:cs="Arial"/>
          <w:sz w:val="20"/>
          <w:szCs w:val="20"/>
        </w:rPr>
        <w:t xml:space="preserve"> – wykazy zbędnych i zużytych składników majątku ruchomego</w:t>
      </w:r>
    </w:p>
    <w:p w14:paraId="7E23FA70" w14:textId="77777777" w:rsidR="00EE779A" w:rsidRPr="006B7AFA" w:rsidRDefault="00EE779A" w:rsidP="00EE779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B7AFA">
        <w:rPr>
          <w:rFonts w:ascii="Arial" w:hAnsi="Arial" w:cs="Arial"/>
          <w:sz w:val="20"/>
          <w:szCs w:val="20"/>
        </w:rPr>
        <w:t>nr 2 – arkusz ofertowy</w:t>
      </w:r>
    </w:p>
    <w:p w14:paraId="454B927F" w14:textId="77777777" w:rsidR="00EE779A" w:rsidRPr="006B7AFA" w:rsidRDefault="00EE779A" w:rsidP="00EE779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B7AFA">
        <w:rPr>
          <w:rFonts w:ascii="Arial" w:hAnsi="Arial" w:cs="Arial"/>
          <w:sz w:val="20"/>
          <w:szCs w:val="20"/>
        </w:rPr>
        <w:t xml:space="preserve">nr 3 – wniosek o </w:t>
      </w:r>
      <w:r>
        <w:rPr>
          <w:rFonts w:ascii="Arial" w:hAnsi="Arial" w:cs="Arial"/>
          <w:sz w:val="20"/>
          <w:szCs w:val="20"/>
        </w:rPr>
        <w:t>darowiznę/</w:t>
      </w:r>
      <w:r w:rsidRPr="006B7AFA">
        <w:rPr>
          <w:rFonts w:ascii="Arial" w:hAnsi="Arial" w:cs="Arial"/>
          <w:sz w:val="20"/>
          <w:szCs w:val="20"/>
        </w:rPr>
        <w:t>nieodpłatne przekazanie</w:t>
      </w:r>
    </w:p>
    <w:p w14:paraId="59929663" w14:textId="77777777" w:rsidR="009D1F01" w:rsidRPr="00421D94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566C4A" w14:textId="77777777" w:rsidR="00EE779A" w:rsidRDefault="00EE779A" w:rsidP="009D1F01">
      <w:pPr>
        <w:spacing w:line="360" w:lineRule="auto"/>
        <w:ind w:left="2835"/>
        <w:jc w:val="center"/>
        <w:rPr>
          <w:rFonts w:ascii="Arial" w:hAnsi="Arial" w:cs="Arial"/>
          <w:b/>
          <w:sz w:val="22"/>
          <w:szCs w:val="22"/>
        </w:rPr>
      </w:pPr>
    </w:p>
    <w:p w14:paraId="0FBADCB2" w14:textId="77777777" w:rsidR="009F427F" w:rsidRPr="00CE5596" w:rsidRDefault="009F427F" w:rsidP="009F427F">
      <w:pPr>
        <w:ind w:left="3544"/>
        <w:jc w:val="both"/>
        <w:rPr>
          <w:rFonts w:ascii="Arial" w:hAnsi="Arial" w:cs="Arial"/>
          <w:sz w:val="22"/>
          <w:szCs w:val="22"/>
        </w:rPr>
      </w:pPr>
      <w:r w:rsidRPr="00CE5596">
        <w:rPr>
          <w:rFonts w:ascii="Arial" w:hAnsi="Arial" w:cs="Arial"/>
          <w:sz w:val="22"/>
          <w:szCs w:val="22"/>
        </w:rPr>
        <w:t>z up. Okręgowego Inspektora Pracy w Krakowie</w:t>
      </w:r>
    </w:p>
    <w:p w14:paraId="0EB16312" w14:textId="77777777" w:rsidR="009F427F" w:rsidRDefault="009F427F" w:rsidP="009F427F">
      <w:pPr>
        <w:ind w:left="1559" w:hanging="1559"/>
        <w:jc w:val="both"/>
        <w:rPr>
          <w:sz w:val="22"/>
          <w:szCs w:val="22"/>
        </w:rPr>
      </w:pPr>
    </w:p>
    <w:p w14:paraId="46326B2D" w14:textId="77777777" w:rsidR="009F427F" w:rsidRDefault="009F427F" w:rsidP="009F427F">
      <w:pPr>
        <w:spacing w:line="360" w:lineRule="auto"/>
        <w:ind w:left="283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Piotr Motłoch</w:t>
      </w:r>
    </w:p>
    <w:p w14:paraId="17467BAF" w14:textId="77777777" w:rsidR="009F427F" w:rsidRPr="007F195E" w:rsidRDefault="009F427F" w:rsidP="009F427F">
      <w:pPr>
        <w:spacing w:line="360" w:lineRule="auto"/>
        <w:ind w:left="283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Okręgowego Inspektora Pracy ds. Nadzoru</w:t>
      </w:r>
    </w:p>
    <w:p w14:paraId="4E35C1DD" w14:textId="77777777" w:rsidR="00EE779A" w:rsidRPr="007F195E" w:rsidRDefault="00EE779A" w:rsidP="00EE779A">
      <w:pPr>
        <w:ind w:left="2835"/>
        <w:jc w:val="center"/>
        <w:rPr>
          <w:rFonts w:ascii="Arial" w:hAnsi="Arial" w:cs="Arial"/>
          <w:i/>
          <w:sz w:val="18"/>
          <w:szCs w:val="18"/>
        </w:rPr>
      </w:pPr>
      <w:r w:rsidRPr="007F195E">
        <w:rPr>
          <w:rFonts w:ascii="Arial" w:eastAsia="Calibri" w:hAnsi="Arial" w:cs="Arial"/>
          <w:i/>
          <w:sz w:val="18"/>
          <w:szCs w:val="18"/>
        </w:rPr>
        <w:t>(podpisano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7F195E">
        <w:rPr>
          <w:rFonts w:ascii="Arial" w:hAnsi="Arial" w:cs="Arial"/>
          <w:i/>
          <w:sz w:val="18"/>
          <w:szCs w:val="18"/>
        </w:rPr>
        <w:t>kwalifikowanym podpisem elektronicznym)</w:t>
      </w:r>
    </w:p>
    <w:p w14:paraId="7FA0D0B6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73E4A1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16E0EA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BF1E1D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F325B6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FA9587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4730C9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277991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6F94E8" w14:textId="77777777" w:rsidR="009D1F01" w:rsidRPr="00F05FA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B04AF7" w14:textId="77777777"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D4DD8B" w14:textId="77777777" w:rsidR="00D31E35" w:rsidRPr="00421D94" w:rsidRDefault="00D31E35" w:rsidP="009D1F01">
      <w:pPr>
        <w:rPr>
          <w:rFonts w:ascii="Arial" w:hAnsi="Arial" w:cs="Arial"/>
          <w:sz w:val="22"/>
          <w:szCs w:val="22"/>
        </w:rPr>
      </w:pPr>
    </w:p>
    <w:sectPr w:rsidR="00D31E35" w:rsidRPr="00421D94" w:rsidSect="004B686C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1906" w:h="16838" w:code="9"/>
      <w:pgMar w:top="737" w:right="1134" w:bottom="1134" w:left="1985" w:header="170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06C22" w14:textId="77777777" w:rsidR="0043151E" w:rsidRDefault="0043151E">
      <w:r>
        <w:separator/>
      </w:r>
    </w:p>
  </w:endnote>
  <w:endnote w:type="continuationSeparator" w:id="0">
    <w:p w14:paraId="550339EA" w14:textId="77777777" w:rsidR="0043151E" w:rsidRDefault="00431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7E903" w14:textId="77777777"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92F6F3" w14:textId="77777777" w:rsidR="005D5E66" w:rsidRDefault="005D5E66" w:rsidP="004A3B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ED6B" w14:textId="77777777"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D1F0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230E2D5" w14:textId="77777777" w:rsidR="005D5E66" w:rsidRDefault="005D5E66" w:rsidP="004A3B6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83912" w14:textId="77777777" w:rsidR="005D5E66" w:rsidRPr="00092976" w:rsidRDefault="005D5E66">
    <w:pPr>
      <w:pStyle w:val="Stopka"/>
      <w:rPr>
        <w:b/>
        <w:color w:val="023C77"/>
        <w:sz w:val="10"/>
        <w:szCs w:val="10"/>
      </w:rPr>
    </w:pPr>
    <w:r w:rsidRPr="00092976">
      <w:rPr>
        <w:b/>
        <w:color w:val="023C77"/>
        <w:sz w:val="10"/>
        <w:szCs w:val="10"/>
      </w:rPr>
      <w:t>_______________________________________________________________________________________________________________________________________________________________________________</w:t>
    </w:r>
  </w:p>
  <w:p w14:paraId="6DD252D5" w14:textId="77777777" w:rsidR="005D5E66" w:rsidRPr="00D11157" w:rsidRDefault="005D5E66" w:rsidP="005C016E">
    <w:pPr>
      <w:pStyle w:val="Stopka"/>
      <w:jc w:val="center"/>
      <w:rPr>
        <w:rFonts w:ascii="Humnst777PL" w:hAnsi="Humnst777PL"/>
        <w:color w:val="023C77"/>
        <w:sz w:val="8"/>
        <w:szCs w:val="8"/>
      </w:rPr>
    </w:pPr>
  </w:p>
  <w:p w14:paraId="38C0B9C7" w14:textId="77777777" w:rsidR="00133C45" w:rsidRPr="006154A4" w:rsidRDefault="006154A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 xml:space="preserve">31-011 Kraków, Plac Szczepański 5, tel. 12 424 04 50, fax </w:t>
    </w:r>
    <w:r w:rsidR="00210EB3">
      <w:rPr>
        <w:rFonts w:ascii="Arial" w:hAnsi="Arial" w:cs="Arial"/>
        <w:color w:val="023C77"/>
        <w:sz w:val="14"/>
        <w:szCs w:val="14"/>
        <w:lang w:val="fr-FR"/>
      </w:rPr>
      <w:t xml:space="preserve">12 </w:t>
    </w:r>
    <w:r>
      <w:rPr>
        <w:rFonts w:ascii="Arial" w:hAnsi="Arial" w:cs="Arial"/>
        <w:color w:val="023C77"/>
        <w:sz w:val="14"/>
        <w:szCs w:val="14"/>
        <w:lang w:val="fr-FR"/>
      </w:rPr>
      <w:t>421 50 11,</w:t>
    </w:r>
  </w:p>
  <w:p w14:paraId="54A3DFA2" w14:textId="77777777" w:rsidR="005D5E66" w:rsidRPr="008D5B76" w:rsidRDefault="006154A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>e-mail: kancelaria@krakow</w:t>
    </w:r>
    <w:r w:rsidR="005E5082">
      <w:rPr>
        <w:rFonts w:ascii="Arial" w:hAnsi="Arial" w:cs="Arial"/>
        <w:color w:val="023C77"/>
        <w:sz w:val="14"/>
        <w:szCs w:val="14"/>
        <w:lang w:val="fr-FR"/>
      </w:rPr>
      <w:t>.</w:t>
    </w:r>
    <w:r w:rsidR="000433B7">
      <w:rPr>
        <w:rFonts w:ascii="Arial" w:hAnsi="Arial" w:cs="Arial"/>
        <w:color w:val="023C77"/>
        <w:sz w:val="14"/>
        <w:szCs w:val="14"/>
        <w:lang w:val="fr-FR"/>
      </w:rPr>
      <w:t>pip.gov</w:t>
    </w:r>
    <w:r w:rsidR="00755C35">
      <w:rPr>
        <w:rFonts w:ascii="Arial" w:hAnsi="Arial" w:cs="Arial"/>
        <w:color w:val="023C77"/>
        <w:sz w:val="14"/>
        <w:szCs w:val="14"/>
        <w:lang w:val="fr-FR"/>
      </w:rPr>
      <w:t xml:space="preserve">.pl, </w:t>
    </w:r>
    <w:r w:rsidR="00210EB3">
      <w:rPr>
        <w:rFonts w:ascii="Arial" w:hAnsi="Arial" w:cs="Arial"/>
        <w:color w:val="023C77"/>
        <w:sz w:val="14"/>
        <w:szCs w:val="14"/>
        <w:lang w:val="fr-FR"/>
      </w:rPr>
      <w:t>www.</w:t>
    </w:r>
    <w:r w:rsidR="0043506B">
      <w:rPr>
        <w:rFonts w:ascii="Arial" w:hAnsi="Arial" w:cs="Arial"/>
        <w:color w:val="023C77"/>
        <w:sz w:val="14"/>
        <w:szCs w:val="14"/>
        <w:lang w:val="fr-FR"/>
      </w:rPr>
      <w:t>k</w:t>
    </w:r>
    <w:r w:rsidR="0043410D">
      <w:rPr>
        <w:rFonts w:ascii="Arial" w:hAnsi="Arial" w:cs="Arial"/>
        <w:color w:val="023C77"/>
        <w:sz w:val="14"/>
        <w:szCs w:val="14"/>
        <w:lang w:val="fr-FR"/>
      </w:rPr>
      <w:t>rakow</w:t>
    </w:r>
    <w:r>
      <w:rPr>
        <w:rFonts w:ascii="Arial" w:hAnsi="Arial" w:cs="Arial"/>
        <w:color w:val="023C77"/>
        <w:sz w:val="14"/>
        <w:szCs w:val="14"/>
        <w:lang w:val="fr-FR"/>
      </w:rPr>
      <w:t>.</w:t>
    </w:r>
    <w:r w:rsidR="0043410D">
      <w:rPr>
        <w:rFonts w:ascii="Arial" w:hAnsi="Arial" w:cs="Arial"/>
        <w:color w:val="023C77"/>
        <w:sz w:val="14"/>
        <w:szCs w:val="14"/>
        <w:lang w:val="fr-FR"/>
      </w:rPr>
      <w:t>pip.gov</w:t>
    </w:r>
    <w:r>
      <w:rPr>
        <w:rFonts w:ascii="Arial" w:hAnsi="Arial" w:cs="Arial"/>
        <w:color w:val="023C77"/>
        <w:sz w:val="14"/>
        <w:szCs w:val="14"/>
        <w:lang w:val="fr-FR"/>
      </w:rPr>
      <w:t>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13049" w14:textId="77777777" w:rsidR="0043151E" w:rsidRDefault="0043151E">
      <w:r>
        <w:separator/>
      </w:r>
    </w:p>
  </w:footnote>
  <w:footnote w:type="continuationSeparator" w:id="0">
    <w:p w14:paraId="752EFADB" w14:textId="77777777" w:rsidR="0043151E" w:rsidRDefault="00431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16CBE" w14:textId="77777777" w:rsidR="005D5E66" w:rsidRDefault="005D5E66" w:rsidP="00C161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5674C" w14:textId="77777777" w:rsidR="005D5E66" w:rsidRDefault="005D5E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7B46" w14:textId="77777777"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14:paraId="4DCD0299" w14:textId="77777777"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14:paraId="4CE97D13" w14:textId="77777777" w:rsidR="005D5E66" w:rsidRPr="005075E9" w:rsidRDefault="005D5E66">
    <w:pPr>
      <w:pStyle w:val="Nagwek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0114"/>
    <w:multiLevelType w:val="hybridMultilevel"/>
    <w:tmpl w:val="EF9A7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36A2F"/>
    <w:multiLevelType w:val="hybridMultilevel"/>
    <w:tmpl w:val="D9564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161674">
    <w:abstractNumId w:val="0"/>
  </w:num>
  <w:num w:numId="2" w16cid:durableId="1188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766"/>
    <w:rsid w:val="00001893"/>
    <w:rsid w:val="00003558"/>
    <w:rsid w:val="00004A60"/>
    <w:rsid w:val="00017168"/>
    <w:rsid w:val="000171C5"/>
    <w:rsid w:val="00026AC7"/>
    <w:rsid w:val="000301C6"/>
    <w:rsid w:val="000433B7"/>
    <w:rsid w:val="00043AE2"/>
    <w:rsid w:val="00045FC7"/>
    <w:rsid w:val="00046FCE"/>
    <w:rsid w:val="00054DF0"/>
    <w:rsid w:val="00065042"/>
    <w:rsid w:val="00071913"/>
    <w:rsid w:val="0007283A"/>
    <w:rsid w:val="00074178"/>
    <w:rsid w:val="000778FC"/>
    <w:rsid w:val="00085AB7"/>
    <w:rsid w:val="00092976"/>
    <w:rsid w:val="00093C9E"/>
    <w:rsid w:val="000965D4"/>
    <w:rsid w:val="000A3211"/>
    <w:rsid w:val="000A6379"/>
    <w:rsid w:val="000A761F"/>
    <w:rsid w:val="000B158F"/>
    <w:rsid w:val="000B15EC"/>
    <w:rsid w:val="000C673E"/>
    <w:rsid w:val="000C7766"/>
    <w:rsid w:val="000D5767"/>
    <w:rsid w:val="00110BC7"/>
    <w:rsid w:val="0011338D"/>
    <w:rsid w:val="001144D8"/>
    <w:rsid w:val="0012286E"/>
    <w:rsid w:val="00123F10"/>
    <w:rsid w:val="0013399B"/>
    <w:rsid w:val="00133C45"/>
    <w:rsid w:val="001376B4"/>
    <w:rsid w:val="00140915"/>
    <w:rsid w:val="00144E38"/>
    <w:rsid w:val="00153915"/>
    <w:rsid w:val="00167B4B"/>
    <w:rsid w:val="00172C48"/>
    <w:rsid w:val="0018303D"/>
    <w:rsid w:val="0018356E"/>
    <w:rsid w:val="001925C1"/>
    <w:rsid w:val="001955DC"/>
    <w:rsid w:val="001A4D5A"/>
    <w:rsid w:val="001B36B6"/>
    <w:rsid w:val="001B653C"/>
    <w:rsid w:val="001B6DEA"/>
    <w:rsid w:val="001C5B6F"/>
    <w:rsid w:val="001C7206"/>
    <w:rsid w:val="001D6949"/>
    <w:rsid w:val="001E2D64"/>
    <w:rsid w:val="00210EB3"/>
    <w:rsid w:val="00214D6C"/>
    <w:rsid w:val="002346ED"/>
    <w:rsid w:val="00235573"/>
    <w:rsid w:val="002464DA"/>
    <w:rsid w:val="00250064"/>
    <w:rsid w:val="002621F1"/>
    <w:rsid w:val="0026743C"/>
    <w:rsid w:val="00273B83"/>
    <w:rsid w:val="00275A75"/>
    <w:rsid w:val="0028619D"/>
    <w:rsid w:val="00290AA7"/>
    <w:rsid w:val="002946B1"/>
    <w:rsid w:val="002A7A13"/>
    <w:rsid w:val="002B58BF"/>
    <w:rsid w:val="002D1BB9"/>
    <w:rsid w:val="003068C9"/>
    <w:rsid w:val="00315FEE"/>
    <w:rsid w:val="00324B1B"/>
    <w:rsid w:val="003559B0"/>
    <w:rsid w:val="0036109B"/>
    <w:rsid w:val="00365AD8"/>
    <w:rsid w:val="0038581A"/>
    <w:rsid w:val="00392019"/>
    <w:rsid w:val="003B439C"/>
    <w:rsid w:val="003C1B3D"/>
    <w:rsid w:val="003D3534"/>
    <w:rsid w:val="003F5502"/>
    <w:rsid w:val="0041244D"/>
    <w:rsid w:val="004132A3"/>
    <w:rsid w:val="00421D94"/>
    <w:rsid w:val="0043151E"/>
    <w:rsid w:val="0043410D"/>
    <w:rsid w:val="0043506B"/>
    <w:rsid w:val="004356E2"/>
    <w:rsid w:val="0045422B"/>
    <w:rsid w:val="004662FC"/>
    <w:rsid w:val="004672FF"/>
    <w:rsid w:val="00491DFF"/>
    <w:rsid w:val="004A3B64"/>
    <w:rsid w:val="004A6A23"/>
    <w:rsid w:val="004B686C"/>
    <w:rsid w:val="004D0295"/>
    <w:rsid w:val="004E10ED"/>
    <w:rsid w:val="004E4A91"/>
    <w:rsid w:val="004F3580"/>
    <w:rsid w:val="005012F9"/>
    <w:rsid w:val="00501CE1"/>
    <w:rsid w:val="00507102"/>
    <w:rsid w:val="005075E9"/>
    <w:rsid w:val="00517D3A"/>
    <w:rsid w:val="00537100"/>
    <w:rsid w:val="005521C0"/>
    <w:rsid w:val="00556799"/>
    <w:rsid w:val="0056261B"/>
    <w:rsid w:val="005658E4"/>
    <w:rsid w:val="00565E80"/>
    <w:rsid w:val="0059011B"/>
    <w:rsid w:val="0059109D"/>
    <w:rsid w:val="005920FC"/>
    <w:rsid w:val="00595ACD"/>
    <w:rsid w:val="00595E72"/>
    <w:rsid w:val="005A077F"/>
    <w:rsid w:val="005A1811"/>
    <w:rsid w:val="005C016E"/>
    <w:rsid w:val="005C6489"/>
    <w:rsid w:val="005C6F6C"/>
    <w:rsid w:val="005D0699"/>
    <w:rsid w:val="005D44D2"/>
    <w:rsid w:val="005D5829"/>
    <w:rsid w:val="005D5E66"/>
    <w:rsid w:val="005E0AFC"/>
    <w:rsid w:val="005E3C22"/>
    <w:rsid w:val="005E5082"/>
    <w:rsid w:val="005E70B1"/>
    <w:rsid w:val="005E76FB"/>
    <w:rsid w:val="006028B4"/>
    <w:rsid w:val="006074B4"/>
    <w:rsid w:val="006154A4"/>
    <w:rsid w:val="0063098A"/>
    <w:rsid w:val="00634514"/>
    <w:rsid w:val="006433B1"/>
    <w:rsid w:val="00644859"/>
    <w:rsid w:val="0065740C"/>
    <w:rsid w:val="00660C58"/>
    <w:rsid w:val="00663063"/>
    <w:rsid w:val="0067055D"/>
    <w:rsid w:val="00672990"/>
    <w:rsid w:val="0068018A"/>
    <w:rsid w:val="00684E46"/>
    <w:rsid w:val="00694510"/>
    <w:rsid w:val="0069642D"/>
    <w:rsid w:val="0069790B"/>
    <w:rsid w:val="006D00A9"/>
    <w:rsid w:val="006E0F5B"/>
    <w:rsid w:val="00702CD9"/>
    <w:rsid w:val="007058C1"/>
    <w:rsid w:val="00716F3D"/>
    <w:rsid w:val="00721935"/>
    <w:rsid w:val="0073194A"/>
    <w:rsid w:val="00734A0D"/>
    <w:rsid w:val="00742FBA"/>
    <w:rsid w:val="00752110"/>
    <w:rsid w:val="00755C35"/>
    <w:rsid w:val="007656D6"/>
    <w:rsid w:val="0077375D"/>
    <w:rsid w:val="007758C5"/>
    <w:rsid w:val="0077647B"/>
    <w:rsid w:val="00783528"/>
    <w:rsid w:val="00783C1B"/>
    <w:rsid w:val="00785BDD"/>
    <w:rsid w:val="007869D1"/>
    <w:rsid w:val="00791C29"/>
    <w:rsid w:val="0079528F"/>
    <w:rsid w:val="00796471"/>
    <w:rsid w:val="007A7CC4"/>
    <w:rsid w:val="007B2057"/>
    <w:rsid w:val="007C6025"/>
    <w:rsid w:val="007E1B71"/>
    <w:rsid w:val="0080045F"/>
    <w:rsid w:val="00803820"/>
    <w:rsid w:val="00803985"/>
    <w:rsid w:val="008150D5"/>
    <w:rsid w:val="00832CEE"/>
    <w:rsid w:val="00840C56"/>
    <w:rsid w:val="00853540"/>
    <w:rsid w:val="008571CB"/>
    <w:rsid w:val="0086441C"/>
    <w:rsid w:val="008760F5"/>
    <w:rsid w:val="00892424"/>
    <w:rsid w:val="00894728"/>
    <w:rsid w:val="008D08F2"/>
    <w:rsid w:val="008D5B76"/>
    <w:rsid w:val="008E10D6"/>
    <w:rsid w:val="00921CB4"/>
    <w:rsid w:val="00923C9E"/>
    <w:rsid w:val="0096078B"/>
    <w:rsid w:val="00972BCF"/>
    <w:rsid w:val="009921A8"/>
    <w:rsid w:val="00997774"/>
    <w:rsid w:val="009B131B"/>
    <w:rsid w:val="009B464F"/>
    <w:rsid w:val="009C29D6"/>
    <w:rsid w:val="009C41B6"/>
    <w:rsid w:val="009D1F01"/>
    <w:rsid w:val="009D3ADC"/>
    <w:rsid w:val="009D510C"/>
    <w:rsid w:val="009E3946"/>
    <w:rsid w:val="009F427F"/>
    <w:rsid w:val="009F6B99"/>
    <w:rsid w:val="00A14399"/>
    <w:rsid w:val="00A241A9"/>
    <w:rsid w:val="00A3680B"/>
    <w:rsid w:val="00A37387"/>
    <w:rsid w:val="00A40BC9"/>
    <w:rsid w:val="00A413FE"/>
    <w:rsid w:val="00A42FA0"/>
    <w:rsid w:val="00A74378"/>
    <w:rsid w:val="00A74FAA"/>
    <w:rsid w:val="00A778D1"/>
    <w:rsid w:val="00A81107"/>
    <w:rsid w:val="00A92C1D"/>
    <w:rsid w:val="00AA743A"/>
    <w:rsid w:val="00AB4CD7"/>
    <w:rsid w:val="00AC0D05"/>
    <w:rsid w:val="00AF07E0"/>
    <w:rsid w:val="00B0415F"/>
    <w:rsid w:val="00B075C7"/>
    <w:rsid w:val="00B1155A"/>
    <w:rsid w:val="00B2231C"/>
    <w:rsid w:val="00B3701B"/>
    <w:rsid w:val="00B4125E"/>
    <w:rsid w:val="00B423B2"/>
    <w:rsid w:val="00B4564A"/>
    <w:rsid w:val="00B45A4F"/>
    <w:rsid w:val="00B551AC"/>
    <w:rsid w:val="00B62EA6"/>
    <w:rsid w:val="00B64CD6"/>
    <w:rsid w:val="00B74A40"/>
    <w:rsid w:val="00B86416"/>
    <w:rsid w:val="00B87608"/>
    <w:rsid w:val="00B9380E"/>
    <w:rsid w:val="00BA2F4C"/>
    <w:rsid w:val="00BA3401"/>
    <w:rsid w:val="00BA72B9"/>
    <w:rsid w:val="00BB37E2"/>
    <w:rsid w:val="00BD2C04"/>
    <w:rsid w:val="00BE1D6D"/>
    <w:rsid w:val="00BF79FA"/>
    <w:rsid w:val="00C07FCE"/>
    <w:rsid w:val="00C16149"/>
    <w:rsid w:val="00C22CB2"/>
    <w:rsid w:val="00C35459"/>
    <w:rsid w:val="00C369E5"/>
    <w:rsid w:val="00C50621"/>
    <w:rsid w:val="00C62C69"/>
    <w:rsid w:val="00C736B7"/>
    <w:rsid w:val="00CB320A"/>
    <w:rsid w:val="00CB5E99"/>
    <w:rsid w:val="00CC658F"/>
    <w:rsid w:val="00CE30BB"/>
    <w:rsid w:val="00CE433F"/>
    <w:rsid w:val="00CF28E4"/>
    <w:rsid w:val="00CF587C"/>
    <w:rsid w:val="00CF77B1"/>
    <w:rsid w:val="00D04AE6"/>
    <w:rsid w:val="00D11157"/>
    <w:rsid w:val="00D15CC4"/>
    <w:rsid w:val="00D31E35"/>
    <w:rsid w:val="00D330D5"/>
    <w:rsid w:val="00D33D0D"/>
    <w:rsid w:val="00D379FE"/>
    <w:rsid w:val="00D57803"/>
    <w:rsid w:val="00D71AAB"/>
    <w:rsid w:val="00D80B37"/>
    <w:rsid w:val="00D91367"/>
    <w:rsid w:val="00DA0231"/>
    <w:rsid w:val="00DA14EB"/>
    <w:rsid w:val="00DA2749"/>
    <w:rsid w:val="00DB1859"/>
    <w:rsid w:val="00DB2613"/>
    <w:rsid w:val="00DB5780"/>
    <w:rsid w:val="00DB7634"/>
    <w:rsid w:val="00DD5BEC"/>
    <w:rsid w:val="00DE54CB"/>
    <w:rsid w:val="00DF3010"/>
    <w:rsid w:val="00DF557F"/>
    <w:rsid w:val="00E07B6F"/>
    <w:rsid w:val="00E12D06"/>
    <w:rsid w:val="00E60052"/>
    <w:rsid w:val="00E61639"/>
    <w:rsid w:val="00E7577F"/>
    <w:rsid w:val="00E76C76"/>
    <w:rsid w:val="00E90E23"/>
    <w:rsid w:val="00EB104C"/>
    <w:rsid w:val="00EC0B21"/>
    <w:rsid w:val="00EE2E8E"/>
    <w:rsid w:val="00EE779A"/>
    <w:rsid w:val="00F05FA1"/>
    <w:rsid w:val="00F070CB"/>
    <w:rsid w:val="00F14CD2"/>
    <w:rsid w:val="00F15BED"/>
    <w:rsid w:val="00F33D41"/>
    <w:rsid w:val="00F42E8A"/>
    <w:rsid w:val="00F46D89"/>
    <w:rsid w:val="00F54F72"/>
    <w:rsid w:val="00F60AD7"/>
    <w:rsid w:val="00F61BB1"/>
    <w:rsid w:val="00F621E2"/>
    <w:rsid w:val="00F63915"/>
    <w:rsid w:val="00F75B76"/>
    <w:rsid w:val="00F9054A"/>
    <w:rsid w:val="00F91A45"/>
    <w:rsid w:val="00F92E89"/>
    <w:rsid w:val="00F9561B"/>
    <w:rsid w:val="00FA17A6"/>
    <w:rsid w:val="00FA2183"/>
    <w:rsid w:val="00FA4DC8"/>
    <w:rsid w:val="00FB1837"/>
    <w:rsid w:val="00FC36F8"/>
    <w:rsid w:val="00FE0B62"/>
    <w:rsid w:val="00FF2DE1"/>
    <w:rsid w:val="00FF50A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A62F614"/>
  <w15:docId w15:val="{9A825A86-D5D2-4EFC-B748-2121928A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A3B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3B64"/>
  </w:style>
  <w:style w:type="paragraph" w:styleId="Nagwek">
    <w:name w:val="header"/>
    <w:basedOn w:val="Normalny"/>
    <w:rsid w:val="005C016E"/>
    <w:pPr>
      <w:tabs>
        <w:tab w:val="center" w:pos="4536"/>
        <w:tab w:val="right" w:pos="9072"/>
      </w:tabs>
    </w:pPr>
  </w:style>
  <w:style w:type="character" w:styleId="Hipercze">
    <w:name w:val="Hyperlink"/>
    <w:rsid w:val="005C016E"/>
    <w:rPr>
      <w:color w:val="0000FF"/>
      <w:u w:val="single"/>
    </w:rPr>
  </w:style>
  <w:style w:type="paragraph" w:styleId="Tekstdymka">
    <w:name w:val="Balloon Text"/>
    <w:basedOn w:val="Normalny"/>
    <w:semiHidden/>
    <w:rsid w:val="00785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79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krakow.pip.gov.pl/klauzula-informacyjna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od@krakow.pip.gov.pl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Właściwości standardowe</tns:defaultPropertyEditorNamespace>
</tns:customPropertyEdito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KR-*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5C3C6-5F2F-45FB-8474-85DD790EE2B6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48B28536-9026-4851-8FF6-8FB8C37AB882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BCC29F4B-9D2D-4A7F-B749-E8B019764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95A9D4-98BB-46AA-BBEF-E881CD79E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BD75E85-1EDF-4A70-B0F9-F36FC211F3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navigator.dot</Template>
  <TotalTime>14</TotalTime>
  <Pages>4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 OIP Kraków</vt:lpstr>
    </vt:vector>
  </TitlesOfParts>
  <Company>All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OIP Kraków</dc:title>
  <dc:creator>All</dc:creator>
  <cp:lastModifiedBy>Piotr Motłoch</cp:lastModifiedBy>
  <cp:revision>5</cp:revision>
  <cp:lastPrinted>2023-12-05T07:02:00Z</cp:lastPrinted>
  <dcterms:created xsi:type="dcterms:W3CDTF">2025-04-08T09:28:00Z</dcterms:created>
  <dcterms:modified xsi:type="dcterms:W3CDTF">2025-06-10T11:40:00Z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KR-POR-A.2102.3.2025.5</vt:lpwstr>
  </property>
  <property fmtid="{D5CDD505-2E9C-101B-9397-08002B2CF9AE}" pid="4" name="UNPPisma">
    <vt:lpwstr>KR-25-30837</vt:lpwstr>
  </property>
  <property fmtid="{D5CDD505-2E9C-101B-9397-08002B2CF9AE}" pid="5" name="ZnakSprawy">
    <vt:lpwstr>KR-POR-A.2102.3.2025</vt:lpwstr>
  </property>
  <property fmtid="{D5CDD505-2E9C-101B-9397-08002B2CF9AE}" pid="6" name="ZnakSprawy2">
    <vt:lpwstr>Znak sprawy: KR-POR-A.2102.3.2025</vt:lpwstr>
  </property>
  <property fmtid="{D5CDD505-2E9C-101B-9397-08002B2CF9AE}" pid="7" name="AktualnaDataSlownie">
    <vt:lpwstr>10 czerwca 2025</vt:lpwstr>
  </property>
  <property fmtid="{D5CDD505-2E9C-101B-9397-08002B2CF9AE}" pid="8" name="ZnakSprawyPrzedPrzeniesieniem">
    <vt:lpwstr/>
  </property>
  <property fmtid="{D5CDD505-2E9C-101B-9397-08002B2CF9AE}" pid="9" name="Autor">
    <vt:lpwstr>Sienkowski Jan</vt:lpwstr>
  </property>
  <property fmtid="{D5CDD505-2E9C-101B-9397-08002B2CF9AE}" pid="10" name="AutorNumer">
    <vt:lpwstr>070366</vt:lpwstr>
  </property>
  <property fmtid="{D5CDD505-2E9C-101B-9397-08002B2CF9AE}" pid="11" name="AutorKomorkaNadrzedna">
    <vt:lpwstr>Zastępca OIP ds. Prawno-Organizacyjnych(P)</vt:lpwstr>
  </property>
  <property fmtid="{D5CDD505-2E9C-101B-9397-08002B2CF9AE}" pid="12" name="AutorInicjaly">
    <vt:lpwstr>JS</vt:lpwstr>
  </property>
  <property fmtid="{D5CDD505-2E9C-101B-9397-08002B2CF9AE}" pid="13" name="AutorNrTelefonu">
    <vt:lpwstr>124240474</vt:lpwstr>
  </property>
  <property fmtid="{D5CDD505-2E9C-101B-9397-08002B2CF9AE}" pid="14" name="Stanowisko">
    <vt:lpwstr>Radca</vt:lpwstr>
  </property>
  <property fmtid="{D5CDD505-2E9C-101B-9397-08002B2CF9AE}" pid="15" name="OpisPisma">
    <vt:lpwstr>Likwidacja zbędnych i zużytych składników majątku ruchomego będących w posiadaniu Okręgowego Inspektoratu Pracy w Krakowie - I Ogłoszenie</vt:lpwstr>
  </property>
  <property fmtid="{D5CDD505-2E9C-101B-9397-08002B2CF9AE}" pid="16" name="Komorka">
    <vt:lpwstr>Okręgowy Inspektor Pracy</vt:lpwstr>
  </property>
  <property fmtid="{D5CDD505-2E9C-101B-9397-08002B2CF9AE}" pid="17" name="KodKomorki">
    <vt:lpwstr>O</vt:lpwstr>
  </property>
  <property fmtid="{D5CDD505-2E9C-101B-9397-08002B2CF9AE}" pid="18" name="AktualnaData">
    <vt:lpwstr>2025-06-10</vt:lpwstr>
  </property>
  <property fmtid="{D5CDD505-2E9C-101B-9397-08002B2CF9AE}" pid="19" name="Wydzial">
    <vt:lpwstr>Sekcja Organizacji</vt:lpwstr>
  </property>
  <property fmtid="{D5CDD505-2E9C-101B-9397-08002B2CF9AE}" pid="20" name="KodWydzialu">
    <vt:lpwstr>POR-A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2025-06-10 08:39:40</vt:lpwstr>
  </property>
  <property fmtid="{D5CDD505-2E9C-101B-9397-08002B2CF9AE}" pid="42" name="TematSprawy">
    <vt:lpwstr>Likwidacja zbędnych i zużytych składników majątku ruchomego
będących w posiadaniu Okręgowego Inspektoratu Pracy w Krakowie.</vt:lpwstr>
  </property>
  <property fmtid="{D5CDD505-2E9C-101B-9397-08002B2CF9AE}" pid="43" name="ProwadzacySprawe">
    <vt:lpwstr>Sienkowski Jan</vt:lpwstr>
  </property>
  <property fmtid="{D5CDD505-2E9C-101B-9397-08002B2CF9AE}" pid="44" name="DaneJednostki1">
    <vt:lpwstr>Okręgowy Inspektorat Pracy w Krakowie</vt:lpwstr>
  </property>
  <property fmtid="{D5CDD505-2E9C-101B-9397-08002B2CF9AE}" pid="45" name="PolaDodatkowe1">
    <vt:lpwstr>Okręgowy Inspektorat Pracy w Krakowie</vt:lpwstr>
  </property>
  <property fmtid="{D5CDD505-2E9C-101B-9397-08002B2CF9AE}" pid="46" name="DaneJednostki2">
    <vt:lpwstr>Kraków</vt:lpwstr>
  </property>
  <property fmtid="{D5CDD505-2E9C-101B-9397-08002B2CF9AE}" pid="47" name="PolaDodatkowe2">
    <vt:lpwstr>Kraków</vt:lpwstr>
  </property>
  <property fmtid="{D5CDD505-2E9C-101B-9397-08002B2CF9AE}" pid="48" name="DaneJednostki3">
    <vt:lpwstr>31-011</vt:lpwstr>
  </property>
  <property fmtid="{D5CDD505-2E9C-101B-9397-08002B2CF9AE}" pid="49" name="PolaDodatkowe3">
    <vt:lpwstr>31-011</vt:lpwstr>
  </property>
  <property fmtid="{D5CDD505-2E9C-101B-9397-08002B2CF9AE}" pid="50" name="DaneJednostki4">
    <vt:lpwstr>Plac Szczepański</vt:lpwstr>
  </property>
  <property fmtid="{D5CDD505-2E9C-101B-9397-08002B2CF9AE}" pid="51" name="PolaDodatkowe4">
    <vt:lpwstr>Plac Szczepański</vt:lpwstr>
  </property>
  <property fmtid="{D5CDD505-2E9C-101B-9397-08002B2CF9AE}" pid="52" name="DaneJednostki5">
    <vt:lpwstr>5</vt:lpwstr>
  </property>
  <property fmtid="{D5CDD505-2E9C-101B-9397-08002B2CF9AE}" pid="53" name="PolaDodatkowe5">
    <vt:lpwstr>5</vt:lpwstr>
  </property>
  <property fmtid="{D5CDD505-2E9C-101B-9397-08002B2CF9AE}" pid="54" name="DaneJednostki6">
    <vt:lpwstr>12 424-04-50</vt:lpwstr>
  </property>
  <property fmtid="{D5CDD505-2E9C-101B-9397-08002B2CF9AE}" pid="55" name="PolaDodatkowe6">
    <vt:lpwstr>12 424-04-50</vt:lpwstr>
  </property>
  <property fmtid="{D5CDD505-2E9C-101B-9397-08002B2CF9AE}" pid="56" name="DaneJednostki7">
    <vt:lpwstr>12 421-50-11</vt:lpwstr>
  </property>
  <property fmtid="{D5CDD505-2E9C-101B-9397-08002B2CF9AE}" pid="57" name="PolaDodatkowe7">
    <vt:lpwstr>12 421-50-11</vt:lpwstr>
  </property>
  <property fmtid="{D5CDD505-2E9C-101B-9397-08002B2CF9AE}" pid="58" name="DaneJednostki8">
    <vt:lpwstr>kancelaria@krakow.pip.gov.pl</vt:lpwstr>
  </property>
  <property fmtid="{D5CDD505-2E9C-101B-9397-08002B2CF9AE}" pid="59" name="PolaDodatkowe8">
    <vt:lpwstr>kancelaria@krakow.pip.gov.pl</vt:lpwstr>
  </property>
  <property fmtid="{D5CDD505-2E9C-101B-9397-08002B2CF9AE}" pid="60" name="DaneJednostki9">
    <vt:lpwstr>www.krakow.pip.gov.pl </vt:lpwstr>
  </property>
  <property fmtid="{D5CDD505-2E9C-101B-9397-08002B2CF9AE}" pid="61" name="PolaDodatkowe9">
    <vt:lpwstr>www.krakow.pip.gov.pl 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